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5518B3" w:rsidRPr="00133369" w:rsidRDefault="005518B3" w:rsidP="005518B3">
      <w:pPr>
        <w:pStyle w:val="BodyText"/>
        <w:widowControl w:val="0"/>
        <w:spacing w:line="360" w:lineRule="auto"/>
        <w:jc w:val="center"/>
      </w:pPr>
      <w:r w:rsidRPr="00133369">
        <w:t xml:space="preserve">за участие </w:t>
      </w:r>
      <w:r w:rsidR="000B7BC5">
        <w:t xml:space="preserve">в обществена поръчка чрез </w:t>
      </w:r>
      <w:r w:rsidR="00E163F8">
        <w:t>публично състезание</w:t>
      </w:r>
      <w:r w:rsidR="000B7BC5">
        <w:t xml:space="preserve"> с предмет</w:t>
      </w:r>
      <w:r w:rsidRPr="00133369">
        <w:t xml:space="preserve">: </w:t>
      </w:r>
    </w:p>
    <w:p w:rsidR="005518B3" w:rsidRPr="00356803" w:rsidRDefault="00FE07A7" w:rsidP="005518B3">
      <w:pPr>
        <w:pStyle w:val="BodyText"/>
        <w:widowControl w:val="0"/>
        <w:jc w:val="center"/>
        <w:rPr>
          <w:b/>
          <w:bCs/>
          <w:color w:val="000000"/>
        </w:rPr>
      </w:pPr>
      <w:r w:rsidRPr="00177F1C">
        <w:rPr>
          <w:b/>
          <w:iCs/>
          <w:lang w:val="ru-RU"/>
        </w:rPr>
        <w:t>“</w:t>
      </w:r>
      <w:r w:rsidRPr="00177F1C">
        <w:rPr>
          <w:b/>
          <w:bCs/>
        </w:rPr>
        <w:t xml:space="preserve">Доставка на </w:t>
      </w:r>
      <w:r w:rsidR="00E163F8">
        <w:rPr>
          <w:b/>
          <w:bCs/>
        </w:rPr>
        <w:t xml:space="preserve">еталонен източник на йонизиращо лъчение за калибриране и проверка на системи за радиационен контрол </w:t>
      </w:r>
      <w:proofErr w:type="gramStart"/>
      <w:r w:rsidR="00E163F8">
        <w:rPr>
          <w:b/>
          <w:bCs/>
        </w:rPr>
        <w:t>в</w:t>
      </w:r>
      <w:proofErr w:type="gramEnd"/>
      <w:r w:rsidR="00E163F8">
        <w:rPr>
          <w:b/>
          <w:bCs/>
        </w:rPr>
        <w:t xml:space="preserve"> „АЕЦ Козлодуй</w:t>
      </w:r>
      <w:r w:rsidRPr="00177F1C">
        <w:rPr>
          <w:b/>
          <w:iCs/>
          <w:lang w:val="ru-RU"/>
        </w:rPr>
        <w:t>”</w:t>
      </w:r>
      <w:r w:rsidR="00E163F8">
        <w:rPr>
          <w:b/>
          <w:iCs/>
          <w:lang w:val="ru-RU"/>
        </w:rPr>
        <w:t xml:space="preserve"> ЕАД</w:t>
      </w:r>
      <w:r w:rsidR="00E163F8" w:rsidRPr="00177F1C">
        <w:rPr>
          <w:b/>
          <w:iCs/>
          <w:lang w:val="ru-RU"/>
        </w:rPr>
        <w:t>”</w:t>
      </w:r>
    </w:p>
    <w:p w:rsidR="005518B3" w:rsidRDefault="005518B3" w:rsidP="005518B3">
      <w:pPr>
        <w:pStyle w:val="BodyText"/>
        <w:widowControl w:val="0"/>
        <w:jc w:val="center"/>
        <w:rPr>
          <w:b/>
          <w:bCs/>
        </w:rPr>
      </w:pPr>
    </w:p>
    <w:p w:rsidR="00E163F8" w:rsidRPr="00F41085" w:rsidRDefault="00E163F8" w:rsidP="005518B3">
      <w:pPr>
        <w:pStyle w:val="BodyText"/>
        <w:widowControl w:val="0"/>
        <w:jc w:val="center"/>
        <w:rPr>
          <w:b/>
          <w:bCs/>
        </w:rPr>
      </w:pPr>
    </w:p>
    <w:tbl>
      <w:tblPr>
        <w:tblW w:w="13074" w:type="dxa"/>
        <w:tblInd w:w="1313" w:type="dxa"/>
        <w:tblLayout w:type="fixed"/>
        <w:tblCellMar>
          <w:left w:w="70" w:type="dxa"/>
          <w:right w:w="70" w:type="dxa"/>
        </w:tblCellMar>
        <w:tblLook w:val="04A0"/>
      </w:tblPr>
      <w:tblGrid>
        <w:gridCol w:w="446"/>
        <w:gridCol w:w="1500"/>
        <w:gridCol w:w="1613"/>
        <w:gridCol w:w="1222"/>
        <w:gridCol w:w="850"/>
        <w:gridCol w:w="1403"/>
        <w:gridCol w:w="1701"/>
        <w:gridCol w:w="1778"/>
        <w:gridCol w:w="1275"/>
        <w:gridCol w:w="1286"/>
      </w:tblGrid>
      <w:tr w:rsidR="00FE07A7" w:rsidRPr="00825F14" w:rsidTr="00275210">
        <w:trPr>
          <w:trHeight w:val="167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7A7" w:rsidRPr="00825F14" w:rsidRDefault="00FE07A7" w:rsidP="00EF76CD">
            <w:pPr>
              <w:jc w:val="center"/>
              <w:rPr>
                <w:b/>
                <w:bCs/>
                <w:sz w:val="20"/>
                <w:szCs w:val="20"/>
                <w:lang w:val="bg-BG" w:eastAsia="bg-BG"/>
              </w:rPr>
            </w:pPr>
            <w:r w:rsidRPr="00825F14">
              <w:rPr>
                <w:b/>
                <w:bCs/>
                <w:sz w:val="20"/>
                <w:szCs w:val="20"/>
                <w:lang w:val="bg-BG" w:eastAsia="bg-BG"/>
              </w:rPr>
              <w:t>№ по ред</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EF76CD">
            <w:pPr>
              <w:jc w:val="center"/>
              <w:rPr>
                <w:b/>
                <w:bCs/>
                <w:sz w:val="20"/>
                <w:szCs w:val="20"/>
                <w:lang w:val="bg-BG" w:eastAsia="bg-BG"/>
              </w:rPr>
            </w:pPr>
            <w:r w:rsidRPr="00825F14">
              <w:rPr>
                <w:b/>
                <w:bCs/>
                <w:sz w:val="20"/>
                <w:szCs w:val="20"/>
                <w:lang w:val="bg-BG" w:eastAsia="bg-BG"/>
              </w:rPr>
              <w:t>Наименование</w:t>
            </w:r>
          </w:p>
        </w:tc>
        <w:tc>
          <w:tcPr>
            <w:tcW w:w="1613"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EF76CD">
            <w:pPr>
              <w:jc w:val="center"/>
              <w:rPr>
                <w:b/>
                <w:bCs/>
                <w:sz w:val="20"/>
                <w:szCs w:val="20"/>
                <w:lang w:val="bg-BG" w:eastAsia="bg-BG"/>
              </w:rPr>
            </w:pPr>
            <w:r w:rsidRPr="00825F14">
              <w:rPr>
                <w:b/>
                <w:bCs/>
                <w:sz w:val="20"/>
                <w:szCs w:val="20"/>
                <w:lang w:val="bg-BG" w:eastAsia="bg-BG"/>
              </w:rPr>
              <w:t>Технически характеристики</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EF76CD">
            <w:pPr>
              <w:jc w:val="center"/>
              <w:rPr>
                <w:b/>
                <w:bCs/>
                <w:sz w:val="20"/>
                <w:szCs w:val="20"/>
                <w:lang w:val="bg-BG" w:eastAsia="bg-BG"/>
              </w:rPr>
            </w:pPr>
            <w:r>
              <w:rPr>
                <w:b/>
                <w:iCs/>
                <w:sz w:val="20"/>
                <w:szCs w:val="20"/>
                <w:lang w:val="bg-BG"/>
              </w:rPr>
              <w:t>Мярка/мерна единица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EF76CD">
            <w:pPr>
              <w:jc w:val="center"/>
              <w:rPr>
                <w:b/>
                <w:bCs/>
                <w:sz w:val="20"/>
                <w:szCs w:val="20"/>
                <w:lang w:val="bg-BG" w:eastAsia="bg-BG"/>
              </w:rPr>
            </w:pPr>
            <w:proofErr w:type="spellStart"/>
            <w:r w:rsidRPr="00825F14">
              <w:rPr>
                <w:b/>
                <w:bCs/>
                <w:sz w:val="20"/>
                <w:szCs w:val="20"/>
                <w:lang w:val="bg-BG" w:eastAsia="bg-BG"/>
              </w:rPr>
              <w:t>Кол-во</w:t>
            </w:r>
            <w:proofErr w:type="spellEnd"/>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EF76CD">
            <w:pPr>
              <w:jc w:val="center"/>
              <w:rPr>
                <w:b/>
                <w:bCs/>
                <w:sz w:val="20"/>
                <w:szCs w:val="20"/>
                <w:lang w:val="bg-BG" w:eastAsia="bg-BG"/>
              </w:rPr>
            </w:pPr>
            <w:r w:rsidRPr="00825F14">
              <w:rPr>
                <w:b/>
                <w:bCs/>
                <w:sz w:val="20"/>
                <w:szCs w:val="20"/>
                <w:lang w:val="bg-BG" w:eastAsia="bg-BG"/>
              </w:rPr>
              <w:t>Стандарт, нормативен документ, каталожен номер и др.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B66F85">
            <w:pPr>
              <w:jc w:val="center"/>
              <w:rPr>
                <w:b/>
                <w:bCs/>
                <w:sz w:val="20"/>
                <w:szCs w:val="20"/>
                <w:lang w:val="bg-BG" w:eastAsia="bg-BG"/>
              </w:rPr>
            </w:pPr>
            <w:r w:rsidRPr="00825F14">
              <w:rPr>
                <w:b/>
                <w:bCs/>
                <w:sz w:val="20"/>
                <w:szCs w:val="20"/>
                <w:lang w:val="bg-BG" w:eastAsia="bg-BG"/>
              </w:rPr>
              <w:t xml:space="preserve">Срок на доставка </w:t>
            </w:r>
            <w:r>
              <w:rPr>
                <w:b/>
                <w:bCs/>
                <w:sz w:val="20"/>
                <w:szCs w:val="20"/>
                <w:lang w:val="bg-BG" w:eastAsia="bg-BG"/>
              </w:rPr>
              <w:t>/</w:t>
            </w:r>
            <w:r w:rsidRPr="0076638F">
              <w:rPr>
                <w:bCs/>
                <w:i/>
                <w:sz w:val="20"/>
                <w:szCs w:val="20"/>
                <w:lang w:val="bg-BG" w:eastAsia="bg-BG"/>
              </w:rPr>
              <w:t>т. 3.1. от проекта на договора</w:t>
            </w:r>
            <w:r>
              <w:rPr>
                <w:b/>
                <w:bCs/>
                <w:sz w:val="20"/>
                <w:szCs w:val="20"/>
                <w:lang w:val="bg-BG" w:eastAsia="bg-BG"/>
              </w:rPr>
              <w:t>/</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rsidR="00FE07A7" w:rsidRDefault="00FE07A7" w:rsidP="00EF76CD">
            <w:pPr>
              <w:jc w:val="center"/>
              <w:rPr>
                <w:b/>
                <w:bCs/>
                <w:sz w:val="20"/>
                <w:szCs w:val="20"/>
                <w:lang w:val="bg-BG" w:eastAsia="bg-BG"/>
              </w:rPr>
            </w:pPr>
            <w:r>
              <w:rPr>
                <w:b/>
                <w:bCs/>
                <w:sz w:val="20"/>
                <w:szCs w:val="20"/>
                <w:lang w:val="bg-BG" w:eastAsia="bg-BG"/>
              </w:rPr>
              <w:t>Гаранционен срок</w:t>
            </w:r>
            <w:r w:rsidR="0076638F">
              <w:rPr>
                <w:b/>
                <w:bCs/>
                <w:sz w:val="20"/>
                <w:szCs w:val="20"/>
                <w:lang w:val="bg-BG" w:eastAsia="bg-BG"/>
              </w:rPr>
              <w:t>/жизнен цикъл</w:t>
            </w:r>
            <w:r w:rsidRPr="00825F14">
              <w:rPr>
                <w:b/>
                <w:bCs/>
                <w:sz w:val="20"/>
                <w:szCs w:val="20"/>
                <w:lang w:val="bg-BG" w:eastAsia="bg-BG"/>
              </w:rPr>
              <w:t xml:space="preserve"> </w:t>
            </w:r>
            <w:r>
              <w:rPr>
                <w:b/>
                <w:bCs/>
                <w:sz w:val="20"/>
                <w:szCs w:val="20"/>
                <w:lang w:val="bg-BG" w:eastAsia="bg-BG"/>
              </w:rPr>
              <w:t>/</w:t>
            </w:r>
            <w:r w:rsidRPr="0076638F">
              <w:rPr>
                <w:bCs/>
                <w:i/>
                <w:sz w:val="20"/>
                <w:szCs w:val="20"/>
                <w:lang w:val="bg-BG" w:eastAsia="bg-BG"/>
              </w:rPr>
              <w:t>т.5.</w:t>
            </w:r>
            <w:r w:rsidR="0051168F">
              <w:rPr>
                <w:bCs/>
                <w:i/>
                <w:sz w:val="20"/>
                <w:szCs w:val="20"/>
                <w:lang w:val="bg-BG" w:eastAsia="bg-BG"/>
              </w:rPr>
              <w:t>4</w:t>
            </w:r>
            <w:r w:rsidRPr="0076638F">
              <w:rPr>
                <w:bCs/>
                <w:i/>
                <w:sz w:val="20"/>
                <w:szCs w:val="20"/>
                <w:lang w:val="bg-BG" w:eastAsia="bg-BG"/>
              </w:rPr>
              <w:t>. от</w:t>
            </w:r>
            <w:r w:rsidRPr="0076638F">
              <w:rPr>
                <w:b/>
                <w:bCs/>
                <w:i/>
                <w:sz w:val="20"/>
                <w:szCs w:val="20"/>
                <w:lang w:val="bg-BG" w:eastAsia="bg-BG"/>
              </w:rPr>
              <w:t xml:space="preserve"> </w:t>
            </w:r>
            <w:r w:rsidRPr="00BA047B">
              <w:rPr>
                <w:bCs/>
                <w:i/>
                <w:sz w:val="20"/>
                <w:szCs w:val="20"/>
                <w:lang w:val="bg-BG" w:eastAsia="bg-BG"/>
              </w:rPr>
              <w:t>проекта</w:t>
            </w:r>
            <w:r w:rsidR="00BA047B" w:rsidRPr="00BA047B">
              <w:rPr>
                <w:bCs/>
                <w:i/>
                <w:sz w:val="20"/>
                <w:szCs w:val="20"/>
                <w:lang w:val="bg-BG" w:eastAsia="bg-BG"/>
              </w:rPr>
              <w:t xml:space="preserve"> на</w:t>
            </w:r>
            <w:r w:rsidRPr="00BA047B">
              <w:rPr>
                <w:bCs/>
                <w:i/>
                <w:sz w:val="20"/>
                <w:szCs w:val="20"/>
                <w:lang w:val="bg-BG" w:eastAsia="bg-BG"/>
              </w:rPr>
              <w:t xml:space="preserve"> договора</w:t>
            </w:r>
            <w:r w:rsidRPr="00825F14">
              <w:rPr>
                <w:b/>
                <w:bCs/>
                <w:sz w:val="20"/>
                <w:szCs w:val="20"/>
                <w:lang w:val="bg-BG" w:eastAsia="bg-BG"/>
              </w:rPr>
              <w:t>/</w:t>
            </w:r>
          </w:p>
          <w:p w:rsidR="00FE07A7" w:rsidRPr="00825F14" w:rsidRDefault="00FE07A7" w:rsidP="00EF76CD">
            <w:pPr>
              <w:jc w:val="center"/>
              <w:rPr>
                <w:b/>
                <w:bCs/>
                <w:sz w:val="20"/>
                <w:szCs w:val="20"/>
                <w:lang w:val="bg-BG" w:eastAsia="bg-BG"/>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51168F">
            <w:pPr>
              <w:jc w:val="center"/>
              <w:rPr>
                <w:b/>
                <w:bCs/>
                <w:sz w:val="20"/>
                <w:szCs w:val="20"/>
                <w:lang w:val="bg-BG" w:eastAsia="bg-BG"/>
              </w:rPr>
            </w:pPr>
            <w:r w:rsidRPr="00825F14">
              <w:rPr>
                <w:b/>
                <w:bCs/>
                <w:sz w:val="20"/>
                <w:szCs w:val="20"/>
                <w:lang w:val="bg-BG" w:eastAsia="bg-BG"/>
              </w:rPr>
              <w:t xml:space="preserve">Срок </w:t>
            </w:r>
            <w:r>
              <w:rPr>
                <w:b/>
                <w:bCs/>
                <w:sz w:val="20"/>
                <w:szCs w:val="20"/>
                <w:lang w:val="bg-BG" w:eastAsia="bg-BG"/>
              </w:rPr>
              <w:t>на отстраняване на дефекти</w:t>
            </w:r>
            <w:r w:rsidRPr="00825F14">
              <w:rPr>
                <w:b/>
                <w:bCs/>
                <w:sz w:val="20"/>
                <w:szCs w:val="20"/>
                <w:lang w:val="bg-BG" w:eastAsia="bg-BG"/>
              </w:rPr>
              <w:t xml:space="preserve"> </w:t>
            </w:r>
            <w:r>
              <w:rPr>
                <w:b/>
                <w:bCs/>
                <w:sz w:val="20"/>
                <w:szCs w:val="20"/>
                <w:lang w:val="bg-BG" w:eastAsia="bg-BG"/>
              </w:rPr>
              <w:t>/</w:t>
            </w:r>
            <w:r w:rsidRPr="00BA047B">
              <w:rPr>
                <w:bCs/>
                <w:i/>
                <w:sz w:val="20"/>
                <w:szCs w:val="20"/>
                <w:lang w:val="bg-BG" w:eastAsia="bg-BG"/>
              </w:rPr>
              <w:t>т</w:t>
            </w:r>
            <w:r w:rsidRPr="0076638F">
              <w:rPr>
                <w:bCs/>
                <w:i/>
                <w:sz w:val="20"/>
                <w:szCs w:val="20"/>
                <w:lang w:val="bg-BG" w:eastAsia="bg-BG"/>
              </w:rPr>
              <w:t>.5.</w:t>
            </w:r>
            <w:r w:rsidR="0051168F">
              <w:rPr>
                <w:bCs/>
                <w:i/>
                <w:sz w:val="20"/>
                <w:szCs w:val="20"/>
                <w:lang w:val="bg-BG" w:eastAsia="bg-BG"/>
              </w:rPr>
              <w:t>5</w:t>
            </w:r>
            <w:r w:rsidRPr="0076638F">
              <w:rPr>
                <w:bCs/>
                <w:i/>
                <w:sz w:val="20"/>
                <w:szCs w:val="20"/>
                <w:lang w:val="bg-BG" w:eastAsia="bg-BG"/>
              </w:rPr>
              <w:t>. от проекта на договора</w:t>
            </w:r>
            <w:r>
              <w:rPr>
                <w:b/>
                <w:bCs/>
                <w:sz w:val="20"/>
                <w:szCs w:val="20"/>
                <w:lang w:val="bg-BG" w:eastAsia="bg-BG"/>
              </w:rPr>
              <w:t>/</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FE07A7" w:rsidRPr="00825F14" w:rsidRDefault="00FE07A7" w:rsidP="0051168F">
            <w:pPr>
              <w:jc w:val="center"/>
              <w:rPr>
                <w:b/>
                <w:bCs/>
                <w:sz w:val="20"/>
                <w:szCs w:val="20"/>
                <w:lang w:val="bg-BG" w:eastAsia="bg-BG"/>
              </w:rPr>
            </w:pPr>
            <w:r w:rsidRPr="00825F14">
              <w:rPr>
                <w:b/>
                <w:bCs/>
                <w:sz w:val="20"/>
                <w:szCs w:val="20"/>
                <w:lang w:val="bg-BG" w:eastAsia="bg-BG"/>
              </w:rPr>
              <w:t xml:space="preserve">Срок по </w:t>
            </w:r>
            <w:r w:rsidR="0076638F">
              <w:rPr>
                <w:b/>
                <w:bCs/>
                <w:sz w:val="20"/>
                <w:szCs w:val="20"/>
                <w:lang w:val="bg-BG" w:eastAsia="bg-BG"/>
              </w:rPr>
              <w:t>/</w:t>
            </w:r>
            <w:r w:rsidRPr="0076638F">
              <w:rPr>
                <w:bCs/>
                <w:i/>
                <w:sz w:val="20"/>
                <w:szCs w:val="20"/>
                <w:lang w:val="bg-BG" w:eastAsia="bg-BG"/>
              </w:rPr>
              <w:t>т.5.</w:t>
            </w:r>
            <w:r w:rsidR="0051168F">
              <w:rPr>
                <w:bCs/>
                <w:i/>
                <w:sz w:val="20"/>
                <w:szCs w:val="20"/>
                <w:lang w:val="bg-BG" w:eastAsia="bg-BG"/>
              </w:rPr>
              <w:t>6</w:t>
            </w:r>
            <w:r w:rsidRPr="0076638F">
              <w:rPr>
                <w:bCs/>
                <w:i/>
                <w:sz w:val="20"/>
                <w:szCs w:val="20"/>
                <w:lang w:val="bg-BG" w:eastAsia="bg-BG"/>
              </w:rPr>
              <w:t>. от</w:t>
            </w:r>
            <w:r w:rsidRPr="0076638F">
              <w:rPr>
                <w:b/>
                <w:bCs/>
                <w:i/>
                <w:sz w:val="20"/>
                <w:szCs w:val="20"/>
                <w:lang w:val="bg-BG" w:eastAsia="bg-BG"/>
              </w:rPr>
              <w:t xml:space="preserve"> </w:t>
            </w:r>
            <w:r w:rsidRPr="00BA047B">
              <w:rPr>
                <w:bCs/>
                <w:i/>
                <w:sz w:val="20"/>
                <w:szCs w:val="20"/>
                <w:lang w:val="bg-BG" w:eastAsia="bg-BG"/>
              </w:rPr>
              <w:t>проекта на договора</w:t>
            </w:r>
            <w:r w:rsidR="0076638F">
              <w:rPr>
                <w:b/>
                <w:bCs/>
                <w:sz w:val="20"/>
                <w:szCs w:val="20"/>
                <w:lang w:val="bg-BG" w:eastAsia="bg-BG"/>
              </w:rPr>
              <w:t>/</w:t>
            </w:r>
          </w:p>
        </w:tc>
      </w:tr>
      <w:tr w:rsidR="00FE07A7" w:rsidRPr="00825F14" w:rsidTr="00275210">
        <w:trPr>
          <w:trHeight w:val="315"/>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sidRPr="00825F14">
              <w:rPr>
                <w:b/>
                <w:bCs/>
                <w:i/>
                <w:sz w:val="20"/>
                <w:szCs w:val="20"/>
                <w:lang w:val="bg-BG" w:eastAsia="bg-BG"/>
              </w:rPr>
              <w:t>1</w:t>
            </w:r>
          </w:p>
        </w:tc>
        <w:tc>
          <w:tcPr>
            <w:tcW w:w="150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2</w:t>
            </w:r>
          </w:p>
        </w:tc>
        <w:tc>
          <w:tcPr>
            <w:tcW w:w="1613"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FE07A7">
            <w:pPr>
              <w:jc w:val="center"/>
              <w:rPr>
                <w:b/>
                <w:bCs/>
                <w:i/>
                <w:sz w:val="20"/>
                <w:szCs w:val="20"/>
                <w:lang w:val="bg-BG" w:eastAsia="bg-BG"/>
              </w:rPr>
            </w:pPr>
            <w:r>
              <w:rPr>
                <w:b/>
                <w:bCs/>
                <w:i/>
                <w:sz w:val="20"/>
                <w:szCs w:val="20"/>
                <w:lang w:val="bg-BG" w:eastAsia="bg-BG"/>
              </w:rPr>
              <w:t>3</w:t>
            </w:r>
          </w:p>
        </w:tc>
        <w:tc>
          <w:tcPr>
            <w:tcW w:w="1222"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4</w:t>
            </w:r>
          </w:p>
        </w:tc>
        <w:tc>
          <w:tcPr>
            <w:tcW w:w="85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5</w:t>
            </w:r>
          </w:p>
        </w:tc>
        <w:tc>
          <w:tcPr>
            <w:tcW w:w="1403"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6</w:t>
            </w:r>
          </w:p>
        </w:tc>
        <w:tc>
          <w:tcPr>
            <w:tcW w:w="1701"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7</w:t>
            </w:r>
          </w:p>
        </w:tc>
        <w:tc>
          <w:tcPr>
            <w:tcW w:w="1778"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8</w:t>
            </w:r>
          </w:p>
        </w:tc>
        <w:tc>
          <w:tcPr>
            <w:tcW w:w="1275"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center"/>
              <w:rPr>
                <w:b/>
                <w:bCs/>
                <w:i/>
                <w:sz w:val="20"/>
                <w:szCs w:val="20"/>
                <w:lang w:val="bg-BG" w:eastAsia="bg-BG"/>
              </w:rPr>
            </w:pPr>
            <w:r>
              <w:rPr>
                <w:b/>
                <w:bCs/>
                <w:i/>
                <w:sz w:val="20"/>
                <w:szCs w:val="20"/>
                <w:lang w:val="bg-BG" w:eastAsia="bg-BG"/>
              </w:rPr>
              <w:t>9</w:t>
            </w:r>
          </w:p>
        </w:tc>
        <w:tc>
          <w:tcPr>
            <w:tcW w:w="1286"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FE07A7">
            <w:pPr>
              <w:jc w:val="center"/>
              <w:rPr>
                <w:b/>
                <w:bCs/>
                <w:i/>
                <w:sz w:val="20"/>
                <w:szCs w:val="20"/>
                <w:lang w:val="bg-BG" w:eastAsia="bg-BG"/>
              </w:rPr>
            </w:pPr>
            <w:r w:rsidRPr="00825F14">
              <w:rPr>
                <w:b/>
                <w:bCs/>
                <w:i/>
                <w:sz w:val="20"/>
                <w:szCs w:val="20"/>
                <w:lang w:val="bg-BG" w:eastAsia="bg-BG"/>
              </w:rPr>
              <w:t>1</w:t>
            </w:r>
            <w:r>
              <w:rPr>
                <w:b/>
                <w:bCs/>
                <w:i/>
                <w:sz w:val="20"/>
                <w:szCs w:val="20"/>
                <w:lang w:val="bg-BG" w:eastAsia="bg-BG"/>
              </w:rPr>
              <w:t>0</w:t>
            </w:r>
          </w:p>
        </w:tc>
      </w:tr>
      <w:tr w:rsidR="00FE07A7" w:rsidRPr="00825F14" w:rsidTr="00275210">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FE07A7" w:rsidRPr="00825F14" w:rsidRDefault="00FE07A7" w:rsidP="00825F14">
            <w:pPr>
              <w:jc w:val="center"/>
              <w:rPr>
                <w:sz w:val="20"/>
                <w:szCs w:val="20"/>
                <w:lang w:val="bg-BG" w:eastAsia="bg-BG"/>
              </w:rPr>
            </w:pPr>
            <w:r w:rsidRPr="00825F14">
              <w:rPr>
                <w:sz w:val="20"/>
                <w:szCs w:val="20"/>
                <w:lang w:val="bg-BG" w:eastAsia="bg-BG"/>
              </w:rPr>
              <w:t>1</w:t>
            </w:r>
          </w:p>
        </w:tc>
        <w:tc>
          <w:tcPr>
            <w:tcW w:w="150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FE07A7" w:rsidRPr="00825F14" w:rsidRDefault="00FE07A7" w:rsidP="00825F14">
            <w:pPr>
              <w:jc w:val="center"/>
              <w:rPr>
                <w:sz w:val="20"/>
                <w:szCs w:val="20"/>
                <w:lang w:val="bg-BG" w:eastAsia="bg-BG"/>
              </w:rPr>
            </w:pPr>
            <w:r w:rsidRPr="00825F14">
              <w:rPr>
                <w:sz w:val="20"/>
                <w:szCs w:val="20"/>
                <w:lang w:val="bg-BG" w:eastAsia="bg-BG"/>
              </w:rPr>
              <w:t> </w:t>
            </w:r>
          </w:p>
        </w:tc>
        <w:tc>
          <w:tcPr>
            <w:tcW w:w="1778"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86"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r>
      <w:tr w:rsidR="00FE07A7" w:rsidRPr="00825F14" w:rsidTr="00275210">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FE07A7" w:rsidRPr="00825F14" w:rsidRDefault="00FE07A7" w:rsidP="00825F14">
            <w:pPr>
              <w:jc w:val="center"/>
              <w:rPr>
                <w:sz w:val="20"/>
                <w:szCs w:val="20"/>
                <w:lang w:val="bg-BG" w:eastAsia="bg-BG"/>
              </w:rPr>
            </w:pPr>
            <w:r w:rsidRPr="00825F14">
              <w:rPr>
                <w:sz w:val="20"/>
                <w:szCs w:val="20"/>
                <w:lang w:val="bg-BG" w:eastAsia="bg-BG"/>
              </w:rPr>
              <w:t>2</w:t>
            </w:r>
          </w:p>
        </w:tc>
        <w:tc>
          <w:tcPr>
            <w:tcW w:w="150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rsidR="00FE07A7" w:rsidRPr="00825F14" w:rsidRDefault="00FE07A7"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86"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r>
      <w:tr w:rsidR="00FE07A7" w:rsidRPr="00825F14" w:rsidTr="00275210">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FE07A7" w:rsidRPr="00825F14" w:rsidRDefault="00FE07A7" w:rsidP="00825F14">
            <w:pPr>
              <w:jc w:val="center"/>
              <w:rPr>
                <w:sz w:val="20"/>
                <w:szCs w:val="20"/>
                <w:lang w:val="bg-BG" w:eastAsia="bg-BG"/>
              </w:rPr>
            </w:pPr>
            <w:r w:rsidRPr="00825F14">
              <w:rPr>
                <w:sz w:val="20"/>
                <w:szCs w:val="20"/>
                <w:lang w:val="bg-BG" w:eastAsia="bg-BG"/>
              </w:rPr>
              <w:t>...</w:t>
            </w:r>
          </w:p>
        </w:tc>
        <w:tc>
          <w:tcPr>
            <w:tcW w:w="150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rsidR="00FE07A7" w:rsidRPr="00825F14" w:rsidRDefault="00FE07A7"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86"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r>
      <w:tr w:rsidR="00FE07A7" w:rsidRPr="00825F14" w:rsidTr="00275210">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FE07A7" w:rsidRPr="00825F14" w:rsidRDefault="00FE07A7" w:rsidP="00825F14">
            <w:pPr>
              <w:jc w:val="center"/>
              <w:rPr>
                <w:sz w:val="20"/>
                <w:szCs w:val="20"/>
                <w:lang w:val="bg-BG" w:eastAsia="bg-BG"/>
              </w:rPr>
            </w:pPr>
            <w:r w:rsidRPr="00825F14">
              <w:rPr>
                <w:sz w:val="20"/>
                <w:szCs w:val="20"/>
                <w:lang w:val="bg-BG" w:eastAsia="bg-BG"/>
              </w:rPr>
              <w:t>n</w:t>
            </w:r>
          </w:p>
        </w:tc>
        <w:tc>
          <w:tcPr>
            <w:tcW w:w="150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FE07A7" w:rsidRPr="00825F14" w:rsidRDefault="00FE07A7"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FE07A7" w:rsidRPr="00825F14" w:rsidRDefault="00FE07A7"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c>
          <w:tcPr>
            <w:tcW w:w="1286" w:type="dxa"/>
            <w:tcBorders>
              <w:top w:val="nil"/>
              <w:left w:val="nil"/>
              <w:bottom w:val="single" w:sz="4" w:space="0" w:color="auto"/>
              <w:right w:val="single" w:sz="4" w:space="0" w:color="auto"/>
            </w:tcBorders>
            <w:shd w:val="clear" w:color="auto" w:fill="auto"/>
            <w:noWrap/>
            <w:vAlign w:val="center"/>
            <w:hideMark/>
          </w:tcPr>
          <w:p w:rsidR="00FE07A7" w:rsidRPr="00825F14" w:rsidRDefault="00FE07A7" w:rsidP="00825F14">
            <w:pPr>
              <w:jc w:val="both"/>
              <w:rPr>
                <w:sz w:val="20"/>
                <w:szCs w:val="20"/>
                <w:lang w:val="bg-BG" w:eastAsia="bg-BG"/>
              </w:rPr>
            </w:pPr>
            <w:r w:rsidRPr="00825F14">
              <w:rPr>
                <w:sz w:val="20"/>
                <w:szCs w:val="20"/>
                <w:lang w:val="bg-BG" w:eastAsia="bg-BG"/>
              </w:rPr>
              <w:t> </w:t>
            </w:r>
          </w:p>
        </w:tc>
      </w:tr>
    </w:tbl>
    <w:p w:rsidR="0074167A" w:rsidRPr="00A470F6" w:rsidRDefault="0074167A"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0044D2" w:rsidRPr="00261AA2" w:rsidRDefault="0074167A" w:rsidP="00825F14">
      <w:pPr>
        <w:pStyle w:val="BodyText"/>
        <w:rPr>
          <w:szCs w:val="22"/>
          <w:lang w:val="en-US"/>
        </w:rPr>
      </w:pPr>
      <w:r w:rsidRPr="00886AD2">
        <w:rPr>
          <w:szCs w:val="22"/>
        </w:rPr>
        <w:t>______________________ (наименование на участника)</w:t>
      </w:r>
    </w:p>
    <w:sectPr w:rsidR="000044D2" w:rsidRPr="00261AA2" w:rsidSect="00825F14">
      <w:footerReference w:type="even" r:id="rId7"/>
      <w:footerReference w:type="default" r:id="rId8"/>
      <w:type w:val="continuous"/>
      <w:pgSz w:w="16834" w:h="11909" w:orient="landscape" w:code="9"/>
      <w:pgMar w:top="567" w:right="714" w:bottom="568"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B5E" w:rsidRDefault="00485B5E">
      <w:r>
        <w:separator/>
      </w:r>
    </w:p>
  </w:endnote>
  <w:endnote w:type="continuationSeparator" w:id="0">
    <w:p w:rsidR="00485B5E" w:rsidRDefault="00485B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C334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C3347"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A047B">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A047B">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B5E" w:rsidRDefault="00485B5E">
      <w:r>
        <w:separator/>
      </w:r>
    </w:p>
  </w:footnote>
  <w:footnote w:type="continuationSeparator" w:id="0">
    <w:p w:rsidR="00485B5E" w:rsidRDefault="00485B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0D30"/>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6E1A"/>
    <w:rsid w:val="0008729C"/>
    <w:rsid w:val="000975E3"/>
    <w:rsid w:val="000A2B2B"/>
    <w:rsid w:val="000A2EBC"/>
    <w:rsid w:val="000A55E3"/>
    <w:rsid w:val="000B0379"/>
    <w:rsid w:val="000B21E4"/>
    <w:rsid w:val="000B7BC5"/>
    <w:rsid w:val="000B7E17"/>
    <w:rsid w:val="000B7EA0"/>
    <w:rsid w:val="000C4238"/>
    <w:rsid w:val="000C48A6"/>
    <w:rsid w:val="000C4D6B"/>
    <w:rsid w:val="000C7D45"/>
    <w:rsid w:val="000D2B46"/>
    <w:rsid w:val="000E087C"/>
    <w:rsid w:val="000E328F"/>
    <w:rsid w:val="000F0980"/>
    <w:rsid w:val="000F3BDF"/>
    <w:rsid w:val="00101859"/>
    <w:rsid w:val="001138C9"/>
    <w:rsid w:val="00114104"/>
    <w:rsid w:val="0011473B"/>
    <w:rsid w:val="0014679E"/>
    <w:rsid w:val="00147048"/>
    <w:rsid w:val="00147C92"/>
    <w:rsid w:val="001605F1"/>
    <w:rsid w:val="00160EFD"/>
    <w:rsid w:val="0016286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3468"/>
    <w:rsid w:val="001C558B"/>
    <w:rsid w:val="001C7FD8"/>
    <w:rsid w:val="001D1FBC"/>
    <w:rsid w:val="001E1425"/>
    <w:rsid w:val="001E29EC"/>
    <w:rsid w:val="001E3A7F"/>
    <w:rsid w:val="001E6856"/>
    <w:rsid w:val="001E7B80"/>
    <w:rsid w:val="001F0737"/>
    <w:rsid w:val="001F2D31"/>
    <w:rsid w:val="001F2FF9"/>
    <w:rsid w:val="001F4666"/>
    <w:rsid w:val="001F566A"/>
    <w:rsid w:val="00200122"/>
    <w:rsid w:val="002019E6"/>
    <w:rsid w:val="00201AD1"/>
    <w:rsid w:val="00203828"/>
    <w:rsid w:val="00204F3F"/>
    <w:rsid w:val="00205FC9"/>
    <w:rsid w:val="00211D9D"/>
    <w:rsid w:val="002135C5"/>
    <w:rsid w:val="0021618C"/>
    <w:rsid w:val="00216CC9"/>
    <w:rsid w:val="00224DE4"/>
    <w:rsid w:val="002304A0"/>
    <w:rsid w:val="002307CA"/>
    <w:rsid w:val="002312CA"/>
    <w:rsid w:val="00245A3C"/>
    <w:rsid w:val="0025266E"/>
    <w:rsid w:val="00253A1F"/>
    <w:rsid w:val="00254B83"/>
    <w:rsid w:val="00261AA2"/>
    <w:rsid w:val="00263048"/>
    <w:rsid w:val="00264E60"/>
    <w:rsid w:val="00266CA1"/>
    <w:rsid w:val="002709A3"/>
    <w:rsid w:val="00273517"/>
    <w:rsid w:val="00273F7B"/>
    <w:rsid w:val="00274745"/>
    <w:rsid w:val="00275210"/>
    <w:rsid w:val="002774A1"/>
    <w:rsid w:val="002819D9"/>
    <w:rsid w:val="00282057"/>
    <w:rsid w:val="002A1C2A"/>
    <w:rsid w:val="002A3308"/>
    <w:rsid w:val="002B34D1"/>
    <w:rsid w:val="002B5720"/>
    <w:rsid w:val="002C095B"/>
    <w:rsid w:val="002C5B86"/>
    <w:rsid w:val="002C7044"/>
    <w:rsid w:val="002D0300"/>
    <w:rsid w:val="002D0BED"/>
    <w:rsid w:val="002D105A"/>
    <w:rsid w:val="002D2124"/>
    <w:rsid w:val="002D2C0E"/>
    <w:rsid w:val="002D310F"/>
    <w:rsid w:val="002D3849"/>
    <w:rsid w:val="002D6B02"/>
    <w:rsid w:val="002D7D4F"/>
    <w:rsid w:val="002E2F76"/>
    <w:rsid w:val="002E3347"/>
    <w:rsid w:val="002E363D"/>
    <w:rsid w:val="002E4A28"/>
    <w:rsid w:val="002E65FF"/>
    <w:rsid w:val="002E6B2C"/>
    <w:rsid w:val="002E7F0B"/>
    <w:rsid w:val="002F21E0"/>
    <w:rsid w:val="002F6E2F"/>
    <w:rsid w:val="002F7F13"/>
    <w:rsid w:val="0030074C"/>
    <w:rsid w:val="003041CB"/>
    <w:rsid w:val="00305A66"/>
    <w:rsid w:val="00306601"/>
    <w:rsid w:val="003069DC"/>
    <w:rsid w:val="0031094C"/>
    <w:rsid w:val="00312841"/>
    <w:rsid w:val="00316028"/>
    <w:rsid w:val="00317C16"/>
    <w:rsid w:val="00321E0F"/>
    <w:rsid w:val="00323930"/>
    <w:rsid w:val="00325393"/>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36BA"/>
    <w:rsid w:val="003D6311"/>
    <w:rsid w:val="003E115C"/>
    <w:rsid w:val="003E1FCC"/>
    <w:rsid w:val="003E2D4B"/>
    <w:rsid w:val="003F0DAE"/>
    <w:rsid w:val="003F18BA"/>
    <w:rsid w:val="00405356"/>
    <w:rsid w:val="0040755A"/>
    <w:rsid w:val="00407D39"/>
    <w:rsid w:val="00410947"/>
    <w:rsid w:val="004142CC"/>
    <w:rsid w:val="00417191"/>
    <w:rsid w:val="004177D0"/>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3FD5"/>
    <w:rsid w:val="00484B9A"/>
    <w:rsid w:val="00484BBF"/>
    <w:rsid w:val="00485B5E"/>
    <w:rsid w:val="004A1702"/>
    <w:rsid w:val="004A324F"/>
    <w:rsid w:val="004A32E4"/>
    <w:rsid w:val="004A44FF"/>
    <w:rsid w:val="004A76BC"/>
    <w:rsid w:val="004B0025"/>
    <w:rsid w:val="004B5A07"/>
    <w:rsid w:val="004B6BF6"/>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68F"/>
    <w:rsid w:val="00511EC5"/>
    <w:rsid w:val="005120C7"/>
    <w:rsid w:val="0051640F"/>
    <w:rsid w:val="005221F0"/>
    <w:rsid w:val="00523187"/>
    <w:rsid w:val="00523A9A"/>
    <w:rsid w:val="005253E0"/>
    <w:rsid w:val="005308EB"/>
    <w:rsid w:val="005345BD"/>
    <w:rsid w:val="005350A6"/>
    <w:rsid w:val="00536546"/>
    <w:rsid w:val="005374BD"/>
    <w:rsid w:val="00540BB4"/>
    <w:rsid w:val="00540FB9"/>
    <w:rsid w:val="00544617"/>
    <w:rsid w:val="005518B3"/>
    <w:rsid w:val="00551E8A"/>
    <w:rsid w:val="00554EBF"/>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5FAB"/>
    <w:rsid w:val="00607AAC"/>
    <w:rsid w:val="006104EB"/>
    <w:rsid w:val="006142E0"/>
    <w:rsid w:val="006145B8"/>
    <w:rsid w:val="00614889"/>
    <w:rsid w:val="006170C2"/>
    <w:rsid w:val="0062212F"/>
    <w:rsid w:val="00630854"/>
    <w:rsid w:val="006342C7"/>
    <w:rsid w:val="006427B9"/>
    <w:rsid w:val="006430FF"/>
    <w:rsid w:val="00645114"/>
    <w:rsid w:val="006468CF"/>
    <w:rsid w:val="0064771E"/>
    <w:rsid w:val="00656C21"/>
    <w:rsid w:val="00661419"/>
    <w:rsid w:val="00661637"/>
    <w:rsid w:val="0066737B"/>
    <w:rsid w:val="0067158A"/>
    <w:rsid w:val="00671765"/>
    <w:rsid w:val="00674214"/>
    <w:rsid w:val="00680F0A"/>
    <w:rsid w:val="006948C5"/>
    <w:rsid w:val="006949FC"/>
    <w:rsid w:val="006A0790"/>
    <w:rsid w:val="006A4567"/>
    <w:rsid w:val="006A6FCE"/>
    <w:rsid w:val="006B7952"/>
    <w:rsid w:val="006C2C8A"/>
    <w:rsid w:val="006C7103"/>
    <w:rsid w:val="006D086D"/>
    <w:rsid w:val="006D18AC"/>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661DF"/>
    <w:rsid w:val="0076638F"/>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2645"/>
    <w:rsid w:val="007B4608"/>
    <w:rsid w:val="007C0F4C"/>
    <w:rsid w:val="007D0669"/>
    <w:rsid w:val="007D169B"/>
    <w:rsid w:val="007D26B0"/>
    <w:rsid w:val="007D5E92"/>
    <w:rsid w:val="007E2024"/>
    <w:rsid w:val="007E5177"/>
    <w:rsid w:val="007E5D2C"/>
    <w:rsid w:val="007F4267"/>
    <w:rsid w:val="00800FD6"/>
    <w:rsid w:val="00803C81"/>
    <w:rsid w:val="00811448"/>
    <w:rsid w:val="00813EC2"/>
    <w:rsid w:val="008147B1"/>
    <w:rsid w:val="0082052C"/>
    <w:rsid w:val="00821FB5"/>
    <w:rsid w:val="00822BA1"/>
    <w:rsid w:val="00825F14"/>
    <w:rsid w:val="00827516"/>
    <w:rsid w:val="0083078C"/>
    <w:rsid w:val="00830951"/>
    <w:rsid w:val="008332F4"/>
    <w:rsid w:val="008452FD"/>
    <w:rsid w:val="00852CEF"/>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0A12"/>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00E8"/>
    <w:rsid w:val="0091144C"/>
    <w:rsid w:val="00913A6F"/>
    <w:rsid w:val="00915AA9"/>
    <w:rsid w:val="00916B4D"/>
    <w:rsid w:val="00921580"/>
    <w:rsid w:val="0092365C"/>
    <w:rsid w:val="009271C7"/>
    <w:rsid w:val="00930972"/>
    <w:rsid w:val="00930C56"/>
    <w:rsid w:val="0093194A"/>
    <w:rsid w:val="009335CC"/>
    <w:rsid w:val="009340B6"/>
    <w:rsid w:val="009407EB"/>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041"/>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400"/>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66F85"/>
    <w:rsid w:val="00B7602B"/>
    <w:rsid w:val="00B8586C"/>
    <w:rsid w:val="00B8793A"/>
    <w:rsid w:val="00B91CEC"/>
    <w:rsid w:val="00B938D2"/>
    <w:rsid w:val="00B95661"/>
    <w:rsid w:val="00B963B0"/>
    <w:rsid w:val="00BA047B"/>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67CA7"/>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5F62"/>
    <w:rsid w:val="00CF7E55"/>
    <w:rsid w:val="00D00188"/>
    <w:rsid w:val="00D02DB1"/>
    <w:rsid w:val="00D03BF2"/>
    <w:rsid w:val="00D10A30"/>
    <w:rsid w:val="00D10D44"/>
    <w:rsid w:val="00D16EE6"/>
    <w:rsid w:val="00D2002E"/>
    <w:rsid w:val="00D20642"/>
    <w:rsid w:val="00D259A3"/>
    <w:rsid w:val="00D272A9"/>
    <w:rsid w:val="00D27E90"/>
    <w:rsid w:val="00D42D7B"/>
    <w:rsid w:val="00D433A7"/>
    <w:rsid w:val="00D456E7"/>
    <w:rsid w:val="00D473FF"/>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5BA5"/>
    <w:rsid w:val="00D97791"/>
    <w:rsid w:val="00D97EFD"/>
    <w:rsid w:val="00DA00D2"/>
    <w:rsid w:val="00DB0AF0"/>
    <w:rsid w:val="00DB4B72"/>
    <w:rsid w:val="00DB5280"/>
    <w:rsid w:val="00DB597D"/>
    <w:rsid w:val="00DC3347"/>
    <w:rsid w:val="00DC4173"/>
    <w:rsid w:val="00DC4AA5"/>
    <w:rsid w:val="00DC6255"/>
    <w:rsid w:val="00DC649C"/>
    <w:rsid w:val="00DD1420"/>
    <w:rsid w:val="00DD2890"/>
    <w:rsid w:val="00DD30E0"/>
    <w:rsid w:val="00DD4BFC"/>
    <w:rsid w:val="00DE0DBB"/>
    <w:rsid w:val="00DE6E91"/>
    <w:rsid w:val="00DF2892"/>
    <w:rsid w:val="00E10F46"/>
    <w:rsid w:val="00E10F9D"/>
    <w:rsid w:val="00E12FF9"/>
    <w:rsid w:val="00E13708"/>
    <w:rsid w:val="00E157F7"/>
    <w:rsid w:val="00E163F8"/>
    <w:rsid w:val="00E176DE"/>
    <w:rsid w:val="00E208A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725D2"/>
    <w:rsid w:val="00E81701"/>
    <w:rsid w:val="00E81D30"/>
    <w:rsid w:val="00E83D3D"/>
    <w:rsid w:val="00E91342"/>
    <w:rsid w:val="00E91A8E"/>
    <w:rsid w:val="00E9292B"/>
    <w:rsid w:val="00E93766"/>
    <w:rsid w:val="00E94D8F"/>
    <w:rsid w:val="00E956BC"/>
    <w:rsid w:val="00EA1D63"/>
    <w:rsid w:val="00EA1EB5"/>
    <w:rsid w:val="00EA2273"/>
    <w:rsid w:val="00EA4E1B"/>
    <w:rsid w:val="00EA658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EF76CD"/>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360F"/>
    <w:rsid w:val="00FC44C2"/>
    <w:rsid w:val="00FD1639"/>
    <w:rsid w:val="00FD17A3"/>
    <w:rsid w:val="00FD4125"/>
    <w:rsid w:val="00FE07A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 w:type="character" w:customStyle="1" w:styleId="BodyTextChar">
    <w:name w:val="Body Text Char"/>
    <w:basedOn w:val="DefaultParagraphFont"/>
    <w:link w:val="BodyText"/>
    <w:rsid w:val="005518B3"/>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361319970">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1098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38</cp:revision>
  <cp:lastPrinted>2017-12-20T06:59:00Z</cp:lastPrinted>
  <dcterms:created xsi:type="dcterms:W3CDTF">2017-09-08T08:09:00Z</dcterms:created>
  <dcterms:modified xsi:type="dcterms:W3CDTF">2017-12-20T07:23:00Z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